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460" w:rsidRPr="00B6573E" w:rsidRDefault="00E65550" w:rsidP="00827158">
      <w:pPr>
        <w:pStyle w:val="Heading1"/>
        <w:rPr>
          <w:sz w:val="32"/>
          <w:szCs w:val="32"/>
        </w:rPr>
      </w:pPr>
      <w:r w:rsidRPr="00B6573E">
        <w:rPr>
          <w:sz w:val="32"/>
          <w:szCs w:val="32"/>
        </w:rPr>
        <w:t>Meeting</w:t>
      </w:r>
      <w:r w:rsidR="00666460" w:rsidRPr="00B6573E">
        <w:rPr>
          <w:sz w:val="32"/>
          <w:szCs w:val="32"/>
        </w:rPr>
        <w:t xml:space="preserve"> Agenda</w:t>
      </w:r>
    </w:p>
    <w:p w:rsidR="00E65550" w:rsidRPr="00E65550" w:rsidRDefault="00E65550" w:rsidP="00827158">
      <w:r>
        <w:tab/>
      </w:r>
      <w:r>
        <w:tab/>
      </w:r>
      <w:r>
        <w:tab/>
      </w:r>
      <w:r>
        <w:tab/>
      </w:r>
      <w:r>
        <w:tab/>
      </w:r>
      <w:r>
        <w:tab/>
      </w:r>
      <w:r w:rsidR="00827158">
        <w:t>Time</w:t>
      </w:r>
      <w:r>
        <w:tab/>
      </w:r>
      <w:r w:rsidR="00827158">
        <w:t xml:space="preserve">            </w:t>
      </w:r>
      <w:r>
        <w:tab/>
      </w:r>
      <w:r>
        <w:tab/>
      </w:r>
      <w:r>
        <w:tab/>
      </w:r>
      <w:sdt>
        <w:sdtPr>
          <w:alias w:val="Date"/>
          <w:tag w:val="Date"/>
          <w:id w:val="1664272970"/>
          <w:placeholder>
            <w:docPart w:val="7E56D51BB1A844C2981330206F82A14A"/>
          </w:placeholder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EndPr/>
        <w:sdtContent>
          <w:r w:rsidRPr="00E65550">
            <w:t>[Click to select date]</w:t>
          </w:r>
        </w:sdtContent>
      </w:sdt>
      <w: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7110"/>
      </w:tblGrid>
      <w:tr w:rsidR="00E87680" w:rsidRPr="00E65550" w:rsidTr="00827158">
        <w:tc>
          <w:tcPr>
            <w:tcW w:w="2250" w:type="dxa"/>
            <w:tcBorders>
              <w:right w:val="single" w:sz="24" w:space="0" w:color="403152" w:themeColor="accent4" w:themeShade="80"/>
            </w:tcBorders>
          </w:tcPr>
          <w:p w:rsidR="00E87680" w:rsidRPr="00E65550" w:rsidRDefault="00E65550" w:rsidP="00E6555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9:30 a</w:t>
            </w:r>
            <w:r w:rsidRPr="00E65550">
              <w:rPr>
                <w:rFonts w:ascii="Calibri" w:hAnsi="Calibri"/>
              </w:rPr>
              <w:t>m</w:t>
            </w:r>
          </w:p>
        </w:tc>
        <w:tc>
          <w:tcPr>
            <w:tcW w:w="7110" w:type="dxa"/>
            <w:tcBorders>
              <w:left w:val="single" w:sz="24" w:space="0" w:color="403152" w:themeColor="accent4" w:themeShade="80"/>
            </w:tcBorders>
          </w:tcPr>
          <w:p w:rsidR="00E87680" w:rsidRPr="00E65550" w:rsidRDefault="00E65550" w:rsidP="00E65550">
            <w:pPr>
              <w:rPr>
                <w:rFonts w:ascii="Calibri" w:hAnsi="Calibri"/>
              </w:rPr>
            </w:pPr>
            <w:r w:rsidRPr="00E65550">
              <w:rPr>
                <w:rFonts w:ascii="Calibri" w:hAnsi="Calibri"/>
              </w:rPr>
              <w:t>Reception</w:t>
            </w:r>
          </w:p>
        </w:tc>
      </w:tr>
    </w:tbl>
    <w:p w:rsidR="00E87680" w:rsidRPr="00827158" w:rsidRDefault="00827158" w:rsidP="00827158">
      <w:pPr>
        <w:pStyle w:val="Heading1"/>
      </w:pPr>
      <w:r w:rsidRPr="00827158">
        <w:t>Date and Time</w:t>
      </w:r>
    </w:p>
    <w:tbl>
      <w:tblPr>
        <w:tblStyle w:val="TableGrid"/>
        <w:tblW w:w="5000" w:type="pct"/>
        <w:tblInd w:w="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403152" w:themeColor="accent4" w:themeShade="80"/>
          <w:insideV w:val="single" w:sz="36" w:space="0" w:color="403152" w:themeColor="accent4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2"/>
        <w:gridCol w:w="7168"/>
      </w:tblGrid>
      <w:tr w:rsidR="00093B54" w:rsidRPr="00E65550" w:rsidTr="00827158">
        <w:tc>
          <w:tcPr>
            <w:tcW w:w="2192" w:type="dxa"/>
            <w:vAlign w:val="center"/>
          </w:tcPr>
          <w:p w:rsidR="00093B54" w:rsidRPr="00E65550" w:rsidRDefault="00827158" w:rsidP="00093B5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093B54" w:rsidRPr="00E65550" w:rsidRDefault="00827158" w:rsidP="00093B54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Breakfast</w:t>
            </w:r>
          </w:p>
        </w:tc>
      </w:tr>
      <w:tr w:rsidR="00093B54" w:rsidRPr="00E65550" w:rsidTr="00827158">
        <w:tc>
          <w:tcPr>
            <w:tcW w:w="2192" w:type="dxa"/>
            <w:vAlign w:val="center"/>
          </w:tcPr>
          <w:p w:rsidR="00093B54" w:rsidRPr="00E65550" w:rsidRDefault="00827158" w:rsidP="00093B5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827158" w:rsidRDefault="00827158" w:rsidP="00827158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Opening Ceremonies</w:t>
            </w:r>
          </w:p>
          <w:p w:rsidR="00093B54" w:rsidRPr="00E65550" w:rsidRDefault="00827158" w:rsidP="00827158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Keynote Addresses: Name, Company</w:t>
            </w:r>
          </w:p>
        </w:tc>
      </w:tr>
      <w:tr w:rsidR="00093B54" w:rsidRPr="00E65550" w:rsidTr="00827158">
        <w:tc>
          <w:tcPr>
            <w:tcW w:w="2192" w:type="dxa"/>
            <w:vAlign w:val="center"/>
          </w:tcPr>
          <w:p w:rsidR="00093B54" w:rsidRPr="00E65550" w:rsidRDefault="00827158" w:rsidP="002938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093B54" w:rsidRPr="00E65550" w:rsidRDefault="00827158" w:rsidP="00293816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Break</w:t>
            </w:r>
          </w:p>
        </w:tc>
      </w:tr>
      <w:tr w:rsidR="00093B54" w:rsidRPr="00E65550" w:rsidTr="00827158">
        <w:tc>
          <w:tcPr>
            <w:tcW w:w="2192" w:type="dxa"/>
            <w:vAlign w:val="center"/>
          </w:tcPr>
          <w:p w:rsidR="00093B54" w:rsidRPr="00E65550" w:rsidRDefault="00827158" w:rsidP="002938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093B54" w:rsidRPr="00E65550" w:rsidRDefault="00827158" w:rsidP="00293816">
            <w:pPr>
              <w:rPr>
                <w:rFonts w:ascii="Calibri" w:hAnsi="Calibri" w:cs="Arial"/>
              </w:rPr>
            </w:pPr>
            <w:r w:rsidRPr="00827158">
              <w:rPr>
                <w:rFonts w:ascii="Calibri" w:hAnsi="Calibri" w:cs="Arial"/>
              </w:rPr>
              <w:t>Presentation</w:t>
            </w:r>
          </w:p>
        </w:tc>
      </w:tr>
      <w:tr w:rsidR="00093B54" w:rsidRPr="00E65550" w:rsidTr="00827158">
        <w:tc>
          <w:tcPr>
            <w:tcW w:w="2192" w:type="dxa"/>
            <w:vAlign w:val="center"/>
          </w:tcPr>
          <w:p w:rsidR="00093B54" w:rsidRPr="00E65550" w:rsidRDefault="00827158" w:rsidP="00E6555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827158" w:rsidRDefault="00827158" w:rsidP="00827158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Lunch</w:t>
            </w:r>
          </w:p>
          <w:p w:rsidR="00093B54" w:rsidRPr="00E65550" w:rsidRDefault="00827158" w:rsidP="00827158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Keynote Address:</w:t>
            </w:r>
            <w:r>
              <w:rPr>
                <w:rFonts w:ascii="Calibri" w:hAnsi="Calibri"/>
              </w:rPr>
              <w:t xml:space="preserve"> </w:t>
            </w:r>
            <w:r w:rsidRPr="00827158">
              <w:rPr>
                <w:rFonts w:ascii="Calibri" w:hAnsi="Calibri"/>
              </w:rPr>
              <w:t>Name, Company</w:t>
            </w:r>
          </w:p>
        </w:tc>
      </w:tr>
      <w:tr w:rsidR="00093B54" w:rsidRPr="00E65550" w:rsidTr="00827158">
        <w:tc>
          <w:tcPr>
            <w:tcW w:w="2192" w:type="dxa"/>
            <w:vAlign w:val="center"/>
          </w:tcPr>
          <w:p w:rsidR="00093B54" w:rsidRPr="00E65550" w:rsidRDefault="00827158" w:rsidP="00E6555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093B54" w:rsidRPr="00E65550" w:rsidRDefault="00827158" w:rsidP="00293816">
            <w:pPr>
              <w:rPr>
                <w:rFonts w:ascii="Calibri" w:hAnsi="Calibri" w:cs="Arial"/>
              </w:rPr>
            </w:pPr>
            <w:r w:rsidRPr="00827158">
              <w:rPr>
                <w:rFonts w:ascii="Calibri" w:hAnsi="Calibri" w:cs="Arial"/>
              </w:rPr>
              <w:t>Presentation: Competition in the Industry</w:t>
            </w:r>
          </w:p>
        </w:tc>
      </w:tr>
    </w:tbl>
    <w:p w:rsidR="00827158" w:rsidRPr="00827158" w:rsidRDefault="00827158" w:rsidP="00827158">
      <w:pPr>
        <w:pStyle w:val="Heading1"/>
      </w:pPr>
      <w:r w:rsidRPr="00827158">
        <w:t>Date and Time</w:t>
      </w:r>
    </w:p>
    <w:tbl>
      <w:tblPr>
        <w:tblStyle w:val="TableGrid"/>
        <w:tblW w:w="5000" w:type="pct"/>
        <w:tblInd w:w="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403152" w:themeColor="accent4" w:themeShade="80"/>
          <w:insideV w:val="single" w:sz="36" w:space="0" w:color="403152" w:themeColor="accent4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2"/>
        <w:gridCol w:w="7168"/>
      </w:tblGrid>
      <w:tr w:rsidR="00827158" w:rsidRPr="00E65550" w:rsidTr="00827158">
        <w:tc>
          <w:tcPr>
            <w:tcW w:w="2192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Continental Breakfast</w:t>
            </w:r>
          </w:p>
        </w:tc>
      </w:tr>
      <w:tr w:rsidR="00827158" w:rsidRPr="00E65550" w:rsidTr="00827158">
        <w:tc>
          <w:tcPr>
            <w:tcW w:w="2192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827158" w:rsidRDefault="00827158" w:rsidP="00AF6160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Opening Ceremonies</w:t>
            </w:r>
          </w:p>
          <w:p w:rsidR="00827158" w:rsidRPr="00E65550" w:rsidRDefault="00827158" w:rsidP="00827158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Keynote Addresses:</w:t>
            </w:r>
            <w:r>
              <w:rPr>
                <w:rFonts w:ascii="Calibri" w:hAnsi="Calibri"/>
              </w:rPr>
              <w:t xml:space="preserve"> </w:t>
            </w:r>
            <w:r w:rsidRPr="00827158">
              <w:rPr>
                <w:rFonts w:ascii="Calibri" w:hAnsi="Calibri"/>
              </w:rPr>
              <w:t>Name, Company</w:t>
            </w:r>
          </w:p>
        </w:tc>
      </w:tr>
      <w:tr w:rsidR="00827158" w:rsidRPr="00E65550" w:rsidTr="00827158">
        <w:tc>
          <w:tcPr>
            <w:tcW w:w="2192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Break</w:t>
            </w:r>
          </w:p>
        </w:tc>
      </w:tr>
      <w:tr w:rsidR="00827158" w:rsidRPr="00E65550" w:rsidTr="00827158">
        <w:tc>
          <w:tcPr>
            <w:tcW w:w="2192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 w:cs="Arial"/>
              </w:rPr>
            </w:pPr>
            <w:r w:rsidRPr="00827158">
              <w:rPr>
                <w:rFonts w:ascii="Calibri" w:hAnsi="Calibri" w:cs="Arial"/>
              </w:rPr>
              <w:t>Presentation: Sales and Marketing</w:t>
            </w:r>
          </w:p>
        </w:tc>
      </w:tr>
      <w:tr w:rsidR="00827158" w:rsidRPr="00E65550" w:rsidTr="00827158">
        <w:tc>
          <w:tcPr>
            <w:tcW w:w="2192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827158" w:rsidRDefault="00827158" w:rsidP="00AF6160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Lunch</w:t>
            </w:r>
          </w:p>
          <w:p w:rsidR="00827158" w:rsidRPr="00E65550" w:rsidRDefault="00827158" w:rsidP="00827158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Keynote Address:</w:t>
            </w:r>
            <w:r>
              <w:rPr>
                <w:rFonts w:ascii="Calibri" w:hAnsi="Calibri"/>
              </w:rPr>
              <w:t xml:space="preserve"> </w:t>
            </w:r>
            <w:r w:rsidRPr="00827158">
              <w:rPr>
                <w:rFonts w:ascii="Calibri" w:hAnsi="Calibri"/>
              </w:rPr>
              <w:t>Name, Company</w:t>
            </w:r>
          </w:p>
        </w:tc>
      </w:tr>
      <w:tr w:rsidR="00827158" w:rsidRPr="00E65550" w:rsidTr="00827158">
        <w:tc>
          <w:tcPr>
            <w:tcW w:w="2192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 w:cs="Arial"/>
              </w:rPr>
            </w:pPr>
            <w:r w:rsidRPr="00827158">
              <w:rPr>
                <w:rFonts w:ascii="Calibri" w:hAnsi="Calibri" w:cs="Arial"/>
              </w:rPr>
              <w:t>Presentation: Competition in the Industry</w:t>
            </w:r>
          </w:p>
        </w:tc>
      </w:tr>
      <w:tr w:rsidR="00827158" w:rsidRPr="00E65550" w:rsidTr="00827158">
        <w:tc>
          <w:tcPr>
            <w:tcW w:w="2192" w:type="dxa"/>
            <w:vAlign w:val="center"/>
          </w:tcPr>
          <w:p w:rsidR="00827158" w:rsidRPr="00E65550" w:rsidRDefault="00827158" w:rsidP="00827158">
            <w:pPr>
              <w:ind w:left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Break</w:t>
            </w:r>
          </w:p>
        </w:tc>
      </w:tr>
      <w:tr w:rsidR="00827158" w:rsidRPr="00E65550" w:rsidTr="00827158">
        <w:tc>
          <w:tcPr>
            <w:tcW w:w="2192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 w:cs="Arial"/>
              </w:rPr>
            </w:pPr>
            <w:r w:rsidRPr="00827158">
              <w:rPr>
                <w:rFonts w:ascii="Calibri" w:hAnsi="Calibri" w:cs="Arial"/>
              </w:rPr>
              <w:t>Presentation: Quality Assurance</w:t>
            </w:r>
          </w:p>
        </w:tc>
      </w:tr>
      <w:tr w:rsidR="00827158" w:rsidRPr="00E65550" w:rsidTr="00827158">
        <w:tc>
          <w:tcPr>
            <w:tcW w:w="2192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9:00 am to 9:45 am</w:t>
            </w:r>
          </w:p>
        </w:tc>
        <w:tc>
          <w:tcPr>
            <w:tcW w:w="7168" w:type="dxa"/>
            <w:vAlign w:val="center"/>
          </w:tcPr>
          <w:p w:rsidR="00827158" w:rsidRPr="00E65550" w:rsidRDefault="00827158" w:rsidP="00AF6160">
            <w:pPr>
              <w:rPr>
                <w:rFonts w:ascii="Calibri" w:hAnsi="Calibri"/>
              </w:rPr>
            </w:pPr>
            <w:r w:rsidRPr="00827158">
              <w:rPr>
                <w:rFonts w:ascii="Calibri" w:hAnsi="Calibri"/>
              </w:rPr>
              <w:t>Evening Reception</w:t>
            </w:r>
          </w:p>
        </w:tc>
      </w:tr>
    </w:tbl>
    <w:p w:rsidR="00093B54" w:rsidRDefault="00827158" w:rsidP="00827158">
      <w:pPr>
        <w:pStyle w:val="Heading1"/>
      </w:pPr>
      <w:r>
        <w:t>Other Information</w:t>
      </w:r>
    </w:p>
    <w:p w:rsidR="00827158" w:rsidRPr="00E65550" w:rsidRDefault="00827158" w:rsidP="00093B54">
      <w:pPr>
        <w:rPr>
          <w:rFonts w:ascii="Calibri" w:hAnsi="Calibri"/>
        </w:rPr>
      </w:pPr>
      <w:bookmarkStart w:id="0" w:name="_GoBack"/>
      <w:bookmarkEnd w:id="0"/>
    </w:p>
    <w:sectPr w:rsidR="00827158" w:rsidRPr="00E65550" w:rsidSect="00B173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pgBorders w:offsetFrom="page">
        <w:top w:val="single" w:sz="48" w:space="24" w:color="403152" w:themeColor="accent4" w:themeShade="80"/>
        <w:left w:val="single" w:sz="48" w:space="24" w:color="403152" w:themeColor="accent4" w:themeShade="80"/>
        <w:bottom w:val="single" w:sz="48" w:space="24" w:color="403152" w:themeColor="accent4" w:themeShade="80"/>
        <w:right w:val="single" w:sz="48" w:space="24" w:color="403152" w:themeColor="accent4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35B" w:rsidRDefault="0070235B" w:rsidP="0070235B">
      <w:pPr>
        <w:spacing w:before="0" w:after="0" w:line="240" w:lineRule="auto"/>
      </w:pPr>
      <w:r>
        <w:separator/>
      </w:r>
    </w:p>
  </w:endnote>
  <w:endnote w:type="continuationSeparator" w:id="0">
    <w:p w:rsidR="0070235B" w:rsidRDefault="0070235B" w:rsidP="007023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35B" w:rsidRDefault="007023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35B" w:rsidRDefault="007023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35B" w:rsidRDefault="007023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35B" w:rsidRDefault="0070235B" w:rsidP="0070235B">
      <w:pPr>
        <w:spacing w:before="0" w:after="0" w:line="240" w:lineRule="auto"/>
      </w:pPr>
      <w:r>
        <w:separator/>
      </w:r>
    </w:p>
  </w:footnote>
  <w:footnote w:type="continuationSeparator" w:id="0">
    <w:p w:rsidR="0070235B" w:rsidRDefault="0070235B" w:rsidP="007023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35B" w:rsidRDefault="007023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35B" w:rsidRDefault="007023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35B" w:rsidRDefault="007023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FC612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863A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4BEF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6E23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FACEEA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C0C6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6080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0E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0EE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1C8B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550"/>
    <w:rsid w:val="00013B61"/>
    <w:rsid w:val="000600A1"/>
    <w:rsid w:val="00093B54"/>
    <w:rsid w:val="000C3EC1"/>
    <w:rsid w:val="000F31DD"/>
    <w:rsid w:val="00193A0C"/>
    <w:rsid w:val="00242E5D"/>
    <w:rsid w:val="002633CE"/>
    <w:rsid w:val="00293816"/>
    <w:rsid w:val="002E5E84"/>
    <w:rsid w:val="00305E8D"/>
    <w:rsid w:val="00316C98"/>
    <w:rsid w:val="00322038"/>
    <w:rsid w:val="00336B6F"/>
    <w:rsid w:val="00365C36"/>
    <w:rsid w:val="00370770"/>
    <w:rsid w:val="00396651"/>
    <w:rsid w:val="003B10C0"/>
    <w:rsid w:val="003D69BA"/>
    <w:rsid w:val="00402F69"/>
    <w:rsid w:val="0041378C"/>
    <w:rsid w:val="00452E55"/>
    <w:rsid w:val="004C28AE"/>
    <w:rsid w:val="004E77BD"/>
    <w:rsid w:val="00595F76"/>
    <w:rsid w:val="005B3147"/>
    <w:rsid w:val="005C7890"/>
    <w:rsid w:val="005D6D58"/>
    <w:rsid w:val="00666066"/>
    <w:rsid w:val="00666460"/>
    <w:rsid w:val="006E7E18"/>
    <w:rsid w:val="0070235B"/>
    <w:rsid w:val="007739C1"/>
    <w:rsid w:val="007817F5"/>
    <w:rsid w:val="00827158"/>
    <w:rsid w:val="00882812"/>
    <w:rsid w:val="008B4098"/>
    <w:rsid w:val="008B7154"/>
    <w:rsid w:val="009209FE"/>
    <w:rsid w:val="00921CBA"/>
    <w:rsid w:val="009C5D45"/>
    <w:rsid w:val="009D4201"/>
    <w:rsid w:val="009E3BC6"/>
    <w:rsid w:val="00A12502"/>
    <w:rsid w:val="00A67B22"/>
    <w:rsid w:val="00AC2008"/>
    <w:rsid w:val="00B173E5"/>
    <w:rsid w:val="00B63707"/>
    <w:rsid w:val="00B6573E"/>
    <w:rsid w:val="00B72366"/>
    <w:rsid w:val="00B936B6"/>
    <w:rsid w:val="00BC2BAE"/>
    <w:rsid w:val="00C3287E"/>
    <w:rsid w:val="00C35000"/>
    <w:rsid w:val="00CC1F8C"/>
    <w:rsid w:val="00D02D62"/>
    <w:rsid w:val="00D0467D"/>
    <w:rsid w:val="00DA72B0"/>
    <w:rsid w:val="00E65550"/>
    <w:rsid w:val="00E87680"/>
    <w:rsid w:val="00E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."/>
  <w:listSeparator w:val=","/>
  <w15:docId w15:val="{F927D2B1-FFD7-46F2-83A2-933C2D07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B61"/>
    <w:pPr>
      <w:spacing w:before="60" w:after="60" w:line="276" w:lineRule="auto"/>
      <w:ind w:left="58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qFormat/>
    <w:rsid w:val="00827158"/>
    <w:pPr>
      <w:pBdr>
        <w:bottom w:val="single" w:sz="24" w:space="1" w:color="403152" w:themeColor="accent4" w:themeShade="80"/>
      </w:pBdr>
      <w:tabs>
        <w:tab w:val="center" w:pos="4709"/>
        <w:tab w:val="left" w:pos="7050"/>
      </w:tabs>
      <w:spacing w:before="300"/>
      <w:outlineLvl w:val="0"/>
    </w:pPr>
    <w:rPr>
      <w:rFonts w:ascii="Calibri" w:hAnsi="Calibri" w:cs="Arial"/>
      <w:b/>
      <w:bCs/>
      <w:sz w:val="28"/>
      <w:szCs w:val="28"/>
    </w:rPr>
  </w:style>
  <w:style w:type="paragraph" w:styleId="Heading2">
    <w:name w:val="heading 2"/>
    <w:basedOn w:val="Normal"/>
    <w:next w:val="Normal"/>
    <w:semiHidden/>
    <w:unhideWhenUsed/>
    <w:rsid w:val="009C5D45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7158"/>
    <w:rPr>
      <w:rFonts w:ascii="Calibri" w:hAnsi="Calibri" w:cs="Arial"/>
      <w:b/>
      <w:bCs/>
      <w:sz w:val="28"/>
      <w:szCs w:val="28"/>
    </w:rPr>
  </w:style>
  <w:style w:type="paragraph" w:styleId="BalloonText">
    <w:name w:val="Balloon Text"/>
    <w:basedOn w:val="Normal"/>
    <w:semiHidden/>
    <w:rsid w:val="00B936B6"/>
    <w:rPr>
      <w:rFonts w:cs="Tahoma"/>
      <w:sz w:val="16"/>
      <w:szCs w:val="16"/>
    </w:rPr>
  </w:style>
  <w:style w:type="paragraph" w:styleId="Title">
    <w:name w:val="Title"/>
    <w:basedOn w:val="Normal"/>
    <w:qFormat/>
    <w:rsid w:val="00093B54"/>
    <w:pPr>
      <w:spacing w:before="0" w:after="240"/>
      <w:jc w:val="center"/>
    </w:pPr>
    <w:rPr>
      <w:rFonts w:asciiTheme="majorHAnsi" w:hAnsiTheme="majorHAnsi" w:cs="Arial"/>
      <w:b/>
      <w:bCs/>
      <w:sz w:val="36"/>
      <w:szCs w:val="32"/>
    </w:rPr>
  </w:style>
  <w:style w:type="character" w:styleId="PlaceholderText">
    <w:name w:val="Placeholder Text"/>
    <w:basedOn w:val="DefaultParagraphFont"/>
    <w:uiPriority w:val="99"/>
    <w:semiHidden/>
    <w:rsid w:val="00093B54"/>
    <w:rPr>
      <w:color w:val="808080"/>
    </w:rPr>
  </w:style>
  <w:style w:type="table" w:styleId="TableGrid">
    <w:name w:val="Table Grid"/>
    <w:basedOn w:val="TableNormal"/>
    <w:uiPriority w:val="59"/>
    <w:rsid w:val="00E87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235B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35B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70235B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35B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38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aq\AppData\Roaming\Microsoft\Templates\Conference%20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E56D51BB1A844C2981330206F82A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18916-FC55-425D-84AB-DF7010AD2AD5}"/>
      </w:docPartPr>
      <w:docPartBody>
        <w:p w:rsidR="00563EC9" w:rsidRDefault="00936936" w:rsidP="00936936">
          <w:pPr>
            <w:pStyle w:val="7E56D51BB1A844C2981330206F82A14A"/>
          </w:pPr>
          <w: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36"/>
    <w:rsid w:val="00563EC9"/>
    <w:rsid w:val="0093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714499F68704644A8D189597C9BCEFD">
    <w:name w:val="3714499F68704644A8D189597C9BCEFD"/>
  </w:style>
  <w:style w:type="paragraph" w:customStyle="1" w:styleId="4C381EE96802487AAF82A157F672CAC5">
    <w:name w:val="4C381EE96802487AAF82A157F672CAC5"/>
  </w:style>
  <w:style w:type="paragraph" w:customStyle="1" w:styleId="CA09BB4461D140DE8490ED10FDE2F14D">
    <w:name w:val="CA09BB4461D140DE8490ED10FDE2F14D"/>
  </w:style>
  <w:style w:type="paragraph" w:customStyle="1" w:styleId="2E1F8927CBF840C680503595CF6127FB">
    <w:name w:val="2E1F8927CBF840C680503595CF6127FB"/>
  </w:style>
  <w:style w:type="paragraph" w:customStyle="1" w:styleId="680CCE5F586D48509F5C360402C8C2AF">
    <w:name w:val="680CCE5F586D48509F5C360402C8C2AF"/>
  </w:style>
  <w:style w:type="paragraph" w:customStyle="1" w:styleId="F50C6B1C945A46239E8BFAB3BC0E72B3">
    <w:name w:val="F50C6B1C945A46239E8BFAB3BC0E72B3"/>
  </w:style>
  <w:style w:type="paragraph" w:customStyle="1" w:styleId="E36A8EA72BDB494DBBDC40B61A38B6ED">
    <w:name w:val="E36A8EA72BDB494DBBDC40B61A38B6ED"/>
  </w:style>
  <w:style w:type="paragraph" w:customStyle="1" w:styleId="89AF937B53C84BC0B778ADE636932B6D">
    <w:name w:val="89AF937B53C84BC0B778ADE636932B6D"/>
  </w:style>
  <w:style w:type="paragraph" w:customStyle="1" w:styleId="D58DF58998D34CFD91EE764CA7A5B946">
    <w:name w:val="D58DF58998D34CFD91EE764CA7A5B946"/>
  </w:style>
  <w:style w:type="paragraph" w:customStyle="1" w:styleId="BBC474F2B87944EC93FAD7BB3FDD11E0">
    <w:name w:val="BBC474F2B87944EC93FAD7BB3FDD11E0"/>
  </w:style>
  <w:style w:type="paragraph" w:customStyle="1" w:styleId="F8731EF5C25F4958A6CD7F7AC18EC83A">
    <w:name w:val="F8731EF5C25F4958A6CD7F7AC18EC83A"/>
  </w:style>
  <w:style w:type="paragraph" w:customStyle="1" w:styleId="A6F34F802AEB4B6BA90AF6A7EE5AC365">
    <w:name w:val="A6F34F802AEB4B6BA90AF6A7EE5AC365"/>
  </w:style>
  <w:style w:type="paragraph" w:customStyle="1" w:styleId="0EDC4206D1464B36917F9C68CAD4D422">
    <w:name w:val="0EDC4206D1464B36917F9C68CAD4D422"/>
  </w:style>
  <w:style w:type="paragraph" w:customStyle="1" w:styleId="DB453029DF1446A2B0206BA12A985387">
    <w:name w:val="DB453029DF1446A2B0206BA12A985387"/>
  </w:style>
  <w:style w:type="paragraph" w:customStyle="1" w:styleId="8F64C411B17746E3A435ED8EAE4FC44F">
    <w:name w:val="8F64C411B17746E3A435ED8EAE4FC44F"/>
  </w:style>
  <w:style w:type="paragraph" w:customStyle="1" w:styleId="2401D7B1CF52459EBA26AF3FA5CD409A">
    <w:name w:val="2401D7B1CF52459EBA26AF3FA5CD409A"/>
  </w:style>
  <w:style w:type="paragraph" w:customStyle="1" w:styleId="6EA625AF13D3427EBE5424A2A9595215">
    <w:name w:val="6EA625AF13D3427EBE5424A2A9595215"/>
  </w:style>
  <w:style w:type="paragraph" w:customStyle="1" w:styleId="BAAA9F3E4285488D868F0874B17B0A05">
    <w:name w:val="BAAA9F3E4285488D868F0874B17B0A05"/>
  </w:style>
  <w:style w:type="paragraph" w:customStyle="1" w:styleId="67AC2128AA3748119F51457AF39C4EC9">
    <w:name w:val="67AC2128AA3748119F51457AF39C4EC9"/>
  </w:style>
  <w:style w:type="paragraph" w:customStyle="1" w:styleId="9210217A61004649B255DB5B15BF7F47">
    <w:name w:val="9210217A61004649B255DB5B15BF7F47"/>
  </w:style>
  <w:style w:type="paragraph" w:customStyle="1" w:styleId="736EDBA328FF4A429A9CEB495014067C">
    <w:name w:val="736EDBA328FF4A429A9CEB495014067C"/>
  </w:style>
  <w:style w:type="paragraph" w:customStyle="1" w:styleId="3BCF35E55B7847ACAAEE969EA7D15B9F">
    <w:name w:val="3BCF35E55B7847ACAAEE969EA7D15B9F"/>
  </w:style>
  <w:style w:type="paragraph" w:customStyle="1" w:styleId="A50F88C9803041B286718D2E88EADE0F">
    <w:name w:val="A50F88C9803041B286718D2E88EADE0F"/>
  </w:style>
  <w:style w:type="paragraph" w:customStyle="1" w:styleId="ED2ECDA1C82B4663AFDB6BD3937A5D68">
    <w:name w:val="ED2ECDA1C82B4663AFDB6BD3937A5D68"/>
  </w:style>
  <w:style w:type="paragraph" w:customStyle="1" w:styleId="A2F84DAF63C2462A89C20591D6B03CC0">
    <w:name w:val="A2F84DAF63C2462A89C20591D6B03CC0"/>
  </w:style>
  <w:style w:type="paragraph" w:customStyle="1" w:styleId="B6B32E1184164E7592A5CAED67E233CB">
    <w:name w:val="B6B32E1184164E7592A5CAED67E233CB"/>
  </w:style>
  <w:style w:type="paragraph" w:customStyle="1" w:styleId="70669177AFA34B2F8ACC434B1673C2FD">
    <w:name w:val="70669177AFA34B2F8ACC434B1673C2FD"/>
  </w:style>
  <w:style w:type="paragraph" w:customStyle="1" w:styleId="E1A42D314CB94287BA506E75C5316846">
    <w:name w:val="E1A42D314CB94287BA506E75C5316846"/>
  </w:style>
  <w:style w:type="paragraph" w:customStyle="1" w:styleId="6A4A484F904B4497BCFC8EF0812FC392">
    <w:name w:val="6A4A484F904B4497BCFC8EF0812FC392"/>
  </w:style>
  <w:style w:type="paragraph" w:customStyle="1" w:styleId="07ED08D245D545DE954F30B998D29CE7">
    <w:name w:val="07ED08D245D545DE954F30B998D29CE7"/>
  </w:style>
  <w:style w:type="paragraph" w:customStyle="1" w:styleId="040582CEA7AE48279BD7484EBA7F6DF4">
    <w:name w:val="040582CEA7AE48279BD7484EBA7F6DF4"/>
  </w:style>
  <w:style w:type="paragraph" w:customStyle="1" w:styleId="6CFA009ABB22454F90C80B4016B64A80">
    <w:name w:val="6CFA009ABB22454F90C80B4016B64A80"/>
  </w:style>
  <w:style w:type="paragraph" w:customStyle="1" w:styleId="04446225BA0A4B97B94BD068EF77DE07">
    <w:name w:val="04446225BA0A4B97B94BD068EF77DE07"/>
  </w:style>
  <w:style w:type="paragraph" w:customStyle="1" w:styleId="93C8814B636741E6A2F7815898556E00">
    <w:name w:val="93C8814B636741E6A2F7815898556E00"/>
  </w:style>
  <w:style w:type="paragraph" w:customStyle="1" w:styleId="8EA3FA647C7E473593703B17E547823E">
    <w:name w:val="8EA3FA647C7E473593703B17E547823E"/>
  </w:style>
  <w:style w:type="paragraph" w:customStyle="1" w:styleId="612F39AD0C634FB18FAC5EB6AE42ADAE">
    <w:name w:val="612F39AD0C634FB18FAC5EB6AE42ADAE"/>
  </w:style>
  <w:style w:type="paragraph" w:customStyle="1" w:styleId="4DA4139FCF944453B3B1B2A38182845F">
    <w:name w:val="4DA4139FCF944453B3B1B2A38182845F"/>
  </w:style>
  <w:style w:type="paragraph" w:customStyle="1" w:styleId="3F41A946D39F4CC99245A4A14D3B2D31">
    <w:name w:val="3F41A946D39F4CC99245A4A14D3B2D31"/>
  </w:style>
  <w:style w:type="paragraph" w:customStyle="1" w:styleId="7CE29C260FFC4F14B2158F1F9097DF4B">
    <w:name w:val="7CE29C260FFC4F14B2158F1F9097DF4B"/>
  </w:style>
  <w:style w:type="paragraph" w:customStyle="1" w:styleId="2C39A279F6094F73B88274233C17169A">
    <w:name w:val="2C39A279F6094F73B88274233C17169A"/>
    <w:rsid w:val="00936936"/>
  </w:style>
  <w:style w:type="paragraph" w:customStyle="1" w:styleId="47B42748DEEB49069F7D972918A04ACF">
    <w:name w:val="47B42748DEEB49069F7D972918A04ACF"/>
    <w:rsid w:val="00936936"/>
  </w:style>
  <w:style w:type="paragraph" w:customStyle="1" w:styleId="7E56D51BB1A844C2981330206F82A14A">
    <w:name w:val="7E56D51BB1A844C2981330206F82A14A"/>
    <w:rsid w:val="00936936"/>
  </w:style>
  <w:style w:type="paragraph" w:customStyle="1" w:styleId="2095FF44008A463EB12ECB078E692574">
    <w:name w:val="2095FF44008A463EB12ECB078E692574"/>
    <w:rsid w:val="00936936"/>
  </w:style>
  <w:style w:type="paragraph" w:customStyle="1" w:styleId="74CA680AABF14736A7CFA2F2DAF13D28">
    <w:name w:val="74CA680AABF14736A7CFA2F2DAF13D28"/>
    <w:rsid w:val="00936936"/>
  </w:style>
  <w:style w:type="paragraph" w:customStyle="1" w:styleId="F9FCBCFA3D0E4616A9F9064E0AEAF647">
    <w:name w:val="F9FCBCFA3D0E4616A9F9064E0AEAF647"/>
    <w:rsid w:val="00936936"/>
  </w:style>
  <w:style w:type="paragraph" w:customStyle="1" w:styleId="66315D64E3CF4C0E9645C84BEA1FBF43">
    <w:name w:val="66315D64E3CF4C0E9645C84BEA1FBF43"/>
    <w:rsid w:val="00936936"/>
  </w:style>
  <w:style w:type="paragraph" w:customStyle="1" w:styleId="9EE5C7E294C44C73A4A6537F325BEBE4">
    <w:name w:val="9EE5C7E294C44C73A4A6537F325BEBE4"/>
    <w:rsid w:val="00936936"/>
  </w:style>
  <w:style w:type="paragraph" w:customStyle="1" w:styleId="693303E163DF4F30A4B9BF1A0234530B">
    <w:name w:val="693303E163DF4F30A4B9BF1A0234530B"/>
    <w:rsid w:val="00936936"/>
  </w:style>
  <w:style w:type="paragraph" w:customStyle="1" w:styleId="A52CAD94A59C48FEBB2A64C0514FEB3F">
    <w:name w:val="A52CAD94A59C48FEBB2A64C0514FEB3F"/>
    <w:rsid w:val="00936936"/>
  </w:style>
  <w:style w:type="paragraph" w:customStyle="1" w:styleId="F47F4AEADB81448380A415083CFCA16C">
    <w:name w:val="F47F4AEADB81448380A415083CFCA16C"/>
    <w:rsid w:val="00936936"/>
  </w:style>
  <w:style w:type="paragraph" w:customStyle="1" w:styleId="C3F6A0150306442694536FD93C32A99F">
    <w:name w:val="C3F6A0150306442694536FD93C32A99F"/>
    <w:rsid w:val="00936936"/>
  </w:style>
  <w:style w:type="paragraph" w:customStyle="1" w:styleId="10596DC208DD43F6B9E53DB3B440DC2D">
    <w:name w:val="10596DC208DD43F6B9E53DB3B440DC2D"/>
    <w:rsid w:val="00936936"/>
  </w:style>
  <w:style w:type="paragraph" w:customStyle="1" w:styleId="E7B4915B637C45CEAE035F3FC3AA4FDF">
    <w:name w:val="E7B4915B637C45CEAE035F3FC3AA4FDF"/>
    <w:rsid w:val="00936936"/>
  </w:style>
  <w:style w:type="paragraph" w:customStyle="1" w:styleId="401286E67F4C4B18B9BC8D0073A4146C">
    <w:name w:val="401286E67F4C4B18B9BC8D0073A4146C"/>
    <w:rsid w:val="00936936"/>
  </w:style>
  <w:style w:type="paragraph" w:customStyle="1" w:styleId="C275A3E12B7A4F8C97625592A0B172D2">
    <w:name w:val="C275A3E12B7A4F8C97625592A0B172D2"/>
    <w:rsid w:val="009369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A0A0A67-322B-47E5-956F-0B24ADA831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Conference agenda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Conference agenda</vt:lpstr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Conference agenda</dc:title>
  <dc:creator>MRT www.Win2Farsi.com</dc:creator>
  <cp:keywords/>
  <cp:lastModifiedBy>MRT www.Win2Farsi.com</cp:lastModifiedBy>
  <cp:revision>2</cp:revision>
  <cp:lastPrinted>2003-04-23T20:06:00Z</cp:lastPrinted>
  <dcterms:created xsi:type="dcterms:W3CDTF">2015-12-10T08:55:00Z</dcterms:created>
  <dcterms:modified xsi:type="dcterms:W3CDTF">2015-12-10T08:55:00Z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TC010684351033</vt:lpwstr>
  </property>
</Properties>
</file>